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810"/>
        <w:gridCol w:w="1080"/>
        <w:gridCol w:w="990"/>
        <w:gridCol w:w="4029"/>
        <w:gridCol w:w="4233"/>
        <w:gridCol w:w="2727"/>
      </w:tblGrid>
      <w:tr w:rsidR="00B530DF" w14:paraId="40F2884E" w14:textId="77777777" w:rsidTr="00A52ABE">
        <w:trPr>
          <w:cantSplit/>
          <w:jc w:val="center"/>
        </w:trPr>
        <w:tc>
          <w:tcPr>
            <w:tcW w:w="1251" w:type="dxa"/>
          </w:tcPr>
          <w:p w14:paraId="58C6A761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58102860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7EE9D98A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6C4B8E33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299B192A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3E21239E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1860498E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  <w:tr w:rsidR="00B530DF" w14:paraId="50158C3F" w14:textId="77777777" w:rsidTr="00A52ABE">
        <w:trPr>
          <w:cantSplit/>
          <w:jc w:val="center"/>
        </w:trPr>
        <w:tc>
          <w:tcPr>
            <w:tcW w:w="1251" w:type="dxa"/>
          </w:tcPr>
          <w:p w14:paraId="3363E942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1AF86969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46F0B238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1AF1D65A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4AB90386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36C91ACD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5C15EC42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  <w:tr w:rsidR="00B530DF" w14:paraId="7F616D4F" w14:textId="77777777" w:rsidTr="00A52ABE">
        <w:trPr>
          <w:cantSplit/>
          <w:jc w:val="center"/>
        </w:trPr>
        <w:tc>
          <w:tcPr>
            <w:tcW w:w="1251" w:type="dxa"/>
          </w:tcPr>
          <w:p w14:paraId="65B238C8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01394014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0C5BF691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F0ECE1A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36058DFB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0E249FC4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2E11E3EB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  <w:tr w:rsidR="00B530DF" w14:paraId="0AE37D1F" w14:textId="77777777" w:rsidTr="00A52ABE">
        <w:trPr>
          <w:cantSplit/>
          <w:jc w:val="center"/>
        </w:trPr>
        <w:tc>
          <w:tcPr>
            <w:tcW w:w="1251" w:type="dxa"/>
          </w:tcPr>
          <w:p w14:paraId="57AB5FB7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6483DE99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31FF7BBC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313AA135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314733CA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139A9571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2C63C759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  <w:tr w:rsidR="00B530DF" w14:paraId="56C3B1D7" w14:textId="77777777" w:rsidTr="00A52ABE">
        <w:trPr>
          <w:cantSplit/>
          <w:jc w:val="center"/>
        </w:trPr>
        <w:tc>
          <w:tcPr>
            <w:tcW w:w="1251" w:type="dxa"/>
          </w:tcPr>
          <w:p w14:paraId="5443D54B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495A7F94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2FDD28BC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52707136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3EB4184F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1E155390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33336C04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  <w:tr w:rsidR="00B530DF" w14:paraId="5D6CCFB8" w14:textId="77777777" w:rsidTr="00A52ABE">
        <w:trPr>
          <w:cantSplit/>
          <w:jc w:val="center"/>
        </w:trPr>
        <w:tc>
          <w:tcPr>
            <w:tcW w:w="1251" w:type="dxa"/>
          </w:tcPr>
          <w:p w14:paraId="2C8A5D86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810" w:type="dxa"/>
          </w:tcPr>
          <w:p w14:paraId="53329E0B" w14:textId="77777777" w:rsidR="00B530DF" w:rsidRDefault="00B530DF" w:rsidP="00A52ABE">
            <w:pPr>
              <w:keepLines/>
              <w:spacing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14:paraId="57E5E6F5" w14:textId="77777777" w:rsidR="00B530DF" w:rsidRPr="00395636" w:rsidRDefault="00B530DF" w:rsidP="00A52ABE">
            <w:pPr>
              <w:keepLines/>
              <w:spacing w:line="19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14:paraId="29DA327A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029" w:type="dxa"/>
          </w:tcPr>
          <w:p w14:paraId="32CF3442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4233" w:type="dxa"/>
          </w:tcPr>
          <w:p w14:paraId="52149BD2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  <w:tc>
          <w:tcPr>
            <w:tcW w:w="2727" w:type="dxa"/>
          </w:tcPr>
          <w:p w14:paraId="7BAAAAF1" w14:textId="77777777" w:rsidR="00B530DF" w:rsidRDefault="00B530DF" w:rsidP="00A52ABE">
            <w:pPr>
              <w:keepLines/>
              <w:spacing w:before="100" w:after="60" w:line="190" w:lineRule="exact"/>
              <w:jc w:val="center"/>
              <w:rPr>
                <w:b/>
                <w:sz w:val="16"/>
              </w:rPr>
            </w:pPr>
          </w:p>
        </w:tc>
      </w:tr>
    </w:tbl>
    <w:p w14:paraId="32699C89" w14:textId="77777777" w:rsidR="00AE60D1" w:rsidRPr="00AE60D1" w:rsidRDefault="00AE60D1" w:rsidP="00AE60D1"/>
    <w:p w14:paraId="18A713AE" w14:textId="77777777" w:rsidR="00AE60D1" w:rsidRPr="00AE60D1" w:rsidRDefault="00AE60D1" w:rsidP="00AE60D1"/>
    <w:p w14:paraId="5CAAC0DE" w14:textId="77777777" w:rsidR="00AE60D1" w:rsidRPr="00AE60D1" w:rsidRDefault="00AE60D1" w:rsidP="00AE60D1"/>
    <w:p w14:paraId="1DB5E981" w14:textId="77777777" w:rsidR="00AE60D1" w:rsidRPr="00AE60D1" w:rsidRDefault="00AE60D1" w:rsidP="00AE60D1"/>
    <w:p w14:paraId="66CBC012" w14:textId="77777777" w:rsidR="00AE60D1" w:rsidRDefault="00AE60D1" w:rsidP="00AE60D1"/>
    <w:p w14:paraId="319453F2" w14:textId="77777777" w:rsidR="00A16159" w:rsidRPr="00AE60D1" w:rsidRDefault="00A16159" w:rsidP="00AE60D1"/>
    <w:sectPr w:rsidR="00A16159" w:rsidRPr="00AE60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851" w:right="851" w:bottom="851" w:left="851" w:header="567" w:footer="567" w:gutter="0"/>
      <w:pgNumType w:start="1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44C5B" w14:textId="77777777" w:rsidR="00F94361" w:rsidRDefault="00F94361">
      <w:r>
        <w:separator/>
      </w:r>
    </w:p>
  </w:endnote>
  <w:endnote w:type="continuationSeparator" w:id="0">
    <w:p w14:paraId="055B999A" w14:textId="77777777" w:rsidR="00F94361" w:rsidRDefault="00F9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8337" w14:textId="77777777" w:rsidR="00143351" w:rsidRDefault="001433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5EDC" w14:textId="77777777" w:rsidR="00484358" w:rsidRDefault="00484358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 w:rsidR="00991C63"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 w:rsidR="00991C63"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</w:p>
  <w:p w14:paraId="75C5FFC6" w14:textId="77777777" w:rsidR="00484358" w:rsidRDefault="00484358">
    <w:pPr>
      <w:pStyle w:val="Footer"/>
      <w:jc w:val="left"/>
      <w:rPr>
        <w:rStyle w:val="PageNumber"/>
        <w:i/>
        <w:iCs/>
        <w:sz w:val="16"/>
      </w:rPr>
    </w:pPr>
    <w:r>
      <w:rPr>
        <w:rStyle w:val="PageNumber"/>
        <w:i/>
        <w:iCs/>
        <w:sz w:val="16"/>
      </w:rPr>
      <w:t>JCGM-WG</w:t>
    </w:r>
    <w:r w:rsidR="000033F3">
      <w:rPr>
        <w:rStyle w:val="PageNumber"/>
        <w:i/>
        <w:iCs/>
        <w:sz w:val="16"/>
      </w:rPr>
      <w:t>2</w:t>
    </w:r>
    <w:r>
      <w:rPr>
        <w:rStyle w:val="PageNumber"/>
        <w:i/>
        <w:iCs/>
        <w:sz w:val="16"/>
      </w:rPr>
      <w:t>-</w:t>
    </w:r>
    <w:r w:rsidR="00D31EC7">
      <w:rPr>
        <w:rStyle w:val="PageNumber"/>
        <w:i/>
        <w:iCs/>
        <w:sz w:val="16"/>
      </w:rPr>
      <w:t>/CD-04</w:t>
    </w:r>
    <w:r>
      <w:rPr>
        <w:rStyle w:val="PageNumber"/>
        <w:i/>
        <w:iCs/>
        <w:sz w:val="16"/>
      </w:rPr>
      <w:t xml:space="preserve">   –   Adapted from ISO/IEC/CEN/CENELEC  electronic balloting commenting template/version 2012-03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5216" w14:textId="77777777" w:rsidR="00484358" w:rsidRDefault="00484358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**</w:t>
    </w:r>
    <w:r>
      <w:rPr>
        <w:rStyle w:val="PageNumber"/>
        <w:bCs/>
        <w:sz w:val="16"/>
      </w:rPr>
      <w:t xml:space="preserve"> = ISO/CS editing unit</w:t>
    </w:r>
  </w:p>
  <w:p w14:paraId="5020E6FD" w14:textId="77777777" w:rsidR="00484358" w:rsidRDefault="00484358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ed = editorial </w:t>
    </w:r>
  </w:p>
  <w:p w14:paraId="194A5F50" w14:textId="77777777" w:rsidR="00484358" w:rsidRDefault="00484358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bCs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bCs/>
        <w:sz w:val="16"/>
      </w:rPr>
      <w:tab/>
      <w:t>Columns 1, 2, 4, 5 are compulsory.</w:t>
    </w:r>
  </w:p>
  <w:p w14:paraId="55374D03" w14:textId="77777777" w:rsidR="00484358" w:rsidRDefault="00484358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  <w:lang w:val="en-US"/>
      </w:rPr>
      <w:t xml:space="preserve">page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PAGE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  <w:r>
      <w:rPr>
        <w:rStyle w:val="PageNumber"/>
        <w:sz w:val="16"/>
        <w:lang w:val="en-US"/>
      </w:rPr>
      <w:t xml:space="preserve"> of </w:t>
    </w:r>
    <w:r>
      <w:rPr>
        <w:rStyle w:val="PageNumber"/>
        <w:sz w:val="16"/>
        <w:lang w:val="en-US"/>
      </w:rPr>
      <w:fldChar w:fldCharType="begin"/>
    </w:r>
    <w:r>
      <w:rPr>
        <w:rStyle w:val="PageNumber"/>
        <w:sz w:val="16"/>
        <w:lang w:val="en-US"/>
      </w:rPr>
      <w:instrText xml:space="preserve"> NUMPAGES </w:instrText>
    </w:r>
    <w:r>
      <w:rPr>
        <w:rStyle w:val="PageNumber"/>
        <w:sz w:val="16"/>
        <w:lang w:val="en-US"/>
      </w:rPr>
      <w:fldChar w:fldCharType="separate"/>
    </w:r>
    <w:r>
      <w:rPr>
        <w:rStyle w:val="PageNumber"/>
        <w:noProof/>
        <w:sz w:val="16"/>
        <w:lang w:val="en-US"/>
      </w:rPr>
      <w:t>1</w:t>
    </w:r>
    <w:r>
      <w:rPr>
        <w:rStyle w:val="PageNumber"/>
        <w:sz w:val="16"/>
        <w:lang w:val="en-US"/>
      </w:rPr>
      <w:fldChar w:fldCharType="end"/>
    </w:r>
  </w:p>
  <w:p w14:paraId="45925AD5" w14:textId="77777777" w:rsidR="00484358" w:rsidRDefault="00484358">
    <w:pPr>
      <w:pStyle w:val="Footer"/>
      <w:jc w:val="left"/>
      <w:rPr>
        <w:sz w:val="14"/>
      </w:rPr>
    </w:pPr>
    <w:r>
      <w:rPr>
        <w:rStyle w:val="PageNumber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549DA" w14:textId="77777777" w:rsidR="00F94361" w:rsidRDefault="00F94361">
      <w:r>
        <w:separator/>
      </w:r>
    </w:p>
  </w:footnote>
  <w:footnote w:type="continuationSeparator" w:id="0">
    <w:p w14:paraId="76CD25F9" w14:textId="77777777" w:rsidR="00F94361" w:rsidRDefault="00F94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CBD6" w14:textId="77777777" w:rsidR="00143351" w:rsidRDefault="001433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7BC6" w14:textId="73D45028" w:rsidR="009F03EB" w:rsidRPr="009F03EB" w:rsidRDefault="009F03EB" w:rsidP="009F03EB">
    <w:pPr>
      <w:jc w:val="right"/>
      <w:rPr>
        <w:rFonts w:asciiTheme="minorHAnsi" w:hAnsiTheme="minorHAnsi" w:cstheme="minorHAnsi"/>
        <w:sz w:val="16"/>
        <w:szCs w:val="16"/>
      </w:rPr>
    </w:pPr>
    <w:r w:rsidRPr="009F03EB">
      <w:rPr>
        <w:rFonts w:asciiTheme="minorHAnsi" w:hAnsiTheme="minorHAnsi" w:cstheme="minorHAnsi"/>
        <w:sz w:val="16"/>
        <w:szCs w:val="16"/>
      </w:rPr>
      <w:t>JCGM-WG2:VIM-2023-</w:t>
    </w:r>
    <w:r w:rsidRPr="009F03EB">
      <w:rPr>
        <w:rFonts w:asciiTheme="minorHAnsi" w:hAnsiTheme="minorHAnsi" w:cstheme="minorHAnsi"/>
        <w:sz w:val="16"/>
        <w:szCs w:val="16"/>
      </w:rPr>
      <w:t>10</w:t>
    </w:r>
  </w:p>
  <w:tbl>
    <w:tblPr>
      <w:tblW w:w="1510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6748"/>
      <w:gridCol w:w="2410"/>
      <w:gridCol w:w="5942"/>
    </w:tblGrid>
    <w:tr w:rsidR="00484358" w14:paraId="62F75688" w14:textId="77777777" w:rsidTr="00991C63">
      <w:trPr>
        <w:cantSplit/>
        <w:jc w:val="center"/>
      </w:trPr>
      <w:tc>
        <w:tcPr>
          <w:tcW w:w="6748" w:type="dxa"/>
          <w:tcBorders>
            <w:top w:val="nil"/>
            <w:left w:val="nil"/>
            <w:bottom w:val="nil"/>
            <w:right w:val="nil"/>
          </w:tcBorders>
        </w:tcPr>
        <w:p w14:paraId="4BAB556A" w14:textId="77777777" w:rsidR="00484358" w:rsidRPr="00DE136E" w:rsidRDefault="00484358" w:rsidP="00DB12F9">
          <w:pPr>
            <w:pStyle w:val="ISOComments"/>
            <w:spacing w:before="60" w:after="60"/>
            <w:rPr>
              <w:rStyle w:val="MTEquationSection"/>
              <w:b/>
              <w:bCs/>
              <w:color w:val="auto"/>
              <w:sz w:val="20"/>
            </w:rPr>
          </w:pPr>
          <w:r w:rsidRPr="00DE136E">
            <w:rPr>
              <w:rStyle w:val="MTEquationSection"/>
              <w:b/>
              <w:bCs/>
              <w:color w:val="auto"/>
              <w:sz w:val="20"/>
            </w:rPr>
            <w:t>JCGM-WG</w:t>
          </w:r>
          <w:r w:rsidR="000033F3" w:rsidRPr="00DE136E">
            <w:rPr>
              <w:rStyle w:val="MTEquationSection"/>
              <w:b/>
              <w:bCs/>
              <w:color w:val="auto"/>
              <w:sz w:val="20"/>
            </w:rPr>
            <w:t>2</w:t>
          </w:r>
          <w:r w:rsidRPr="00DE136E">
            <w:rPr>
              <w:rStyle w:val="MTEquationSection"/>
              <w:b/>
              <w:bCs/>
              <w:color w:val="auto"/>
              <w:sz w:val="20"/>
            </w:rPr>
            <w:t xml:space="preserve"> template for </w:t>
          </w:r>
          <w:r w:rsidR="00DE136E" w:rsidRPr="00DE136E">
            <w:rPr>
              <w:rStyle w:val="MTEquationSection"/>
              <w:b/>
              <w:bCs/>
              <w:color w:val="auto"/>
              <w:sz w:val="20"/>
            </w:rPr>
            <w:t>General, Technical and Editorial</w:t>
          </w:r>
          <w:r w:rsidR="00991C63" w:rsidRPr="00DE136E">
            <w:rPr>
              <w:rStyle w:val="MTEquationSection"/>
              <w:b/>
              <w:bCs/>
              <w:color w:val="auto"/>
              <w:sz w:val="20"/>
            </w:rPr>
            <w:t xml:space="preserve"> </w:t>
          </w:r>
          <w:r w:rsidRPr="00DE136E">
            <w:rPr>
              <w:rStyle w:val="MTEquationSection"/>
              <w:b/>
              <w:bCs/>
              <w:color w:val="auto"/>
              <w:sz w:val="20"/>
            </w:rPr>
            <w:t>comments</w:t>
          </w:r>
        </w:p>
        <w:p w14:paraId="06F89FD3" w14:textId="77777777" w:rsidR="00484358" w:rsidRDefault="00484358" w:rsidP="00DB12F9">
          <w:pPr>
            <w:pStyle w:val="ISOComments"/>
            <w:spacing w:before="60" w:after="60"/>
          </w:pPr>
          <w:r w:rsidRPr="00DE136E">
            <w:rPr>
              <w:rStyle w:val="MTEquationSection"/>
              <w:b/>
              <w:bCs/>
              <w:color w:val="auto"/>
              <w:sz w:val="20"/>
            </w:rPr>
            <w:t>JCGM-WG</w:t>
          </w:r>
          <w:r w:rsidR="000033F3" w:rsidRPr="00DE136E">
            <w:rPr>
              <w:rStyle w:val="MTEquationSection"/>
              <w:b/>
              <w:bCs/>
              <w:color w:val="auto"/>
              <w:sz w:val="20"/>
            </w:rPr>
            <w:t>2</w:t>
          </w:r>
        </w:p>
      </w:tc>
      <w:tc>
        <w:tcPr>
          <w:tcW w:w="241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B180CBD" w14:textId="77777777" w:rsidR="00484358" w:rsidRDefault="00484358" w:rsidP="00991C63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>Date:</w:t>
          </w:r>
          <w:r w:rsidR="00991C63">
            <w:rPr>
              <w:bCs/>
            </w:rPr>
            <w:t xml:space="preserve"> </w:t>
          </w:r>
        </w:p>
      </w:tc>
      <w:tc>
        <w:tcPr>
          <w:tcW w:w="5942" w:type="dxa"/>
          <w:tcBorders>
            <w:top w:val="single" w:sz="6" w:space="0" w:color="auto"/>
            <w:bottom w:val="single" w:sz="6" w:space="0" w:color="auto"/>
          </w:tcBorders>
        </w:tcPr>
        <w:p w14:paraId="34AD7325" w14:textId="18CA6A2A" w:rsidR="00484358" w:rsidRDefault="00484358">
          <w:pPr>
            <w:pStyle w:val="ISOSecretObservations"/>
            <w:spacing w:before="60" w:after="60"/>
            <w:rPr>
              <w:b/>
              <w:sz w:val="20"/>
            </w:rPr>
          </w:pPr>
          <w:r>
            <w:rPr>
              <w:bCs/>
            </w:rPr>
            <w:t>Document:</w:t>
          </w:r>
          <w:r>
            <w:rPr>
              <w:b/>
              <w:sz w:val="20"/>
            </w:rPr>
            <w:t xml:space="preserve"> JCGM </w:t>
          </w:r>
          <w:r w:rsidR="000033F3">
            <w:rPr>
              <w:b/>
              <w:sz w:val="20"/>
            </w:rPr>
            <w:t>200:</w:t>
          </w:r>
          <w:r>
            <w:rPr>
              <w:b/>
              <w:sz w:val="20"/>
            </w:rPr>
            <w:t xml:space="preserve"> </w:t>
          </w:r>
          <w:r w:rsidR="006E1549">
            <w:rPr>
              <w:b/>
              <w:sz w:val="20"/>
            </w:rPr>
            <w:t xml:space="preserve">Second </w:t>
          </w:r>
          <w:r w:rsidR="000033F3">
            <w:rPr>
              <w:b/>
              <w:sz w:val="20"/>
            </w:rPr>
            <w:t>Committee</w:t>
          </w:r>
          <w:r w:rsidR="00991C63">
            <w:rPr>
              <w:b/>
              <w:sz w:val="20"/>
            </w:rPr>
            <w:t xml:space="preserve"> Draft </w:t>
          </w:r>
          <w:r w:rsidR="006300BC">
            <w:rPr>
              <w:b/>
              <w:sz w:val="20"/>
            </w:rPr>
            <w:t>July</w:t>
          </w:r>
          <w:r w:rsidR="00991C63">
            <w:rPr>
              <w:b/>
              <w:sz w:val="20"/>
            </w:rPr>
            <w:t xml:space="preserve"> 202</w:t>
          </w:r>
          <w:r w:rsidR="006300BC">
            <w:rPr>
              <w:b/>
              <w:sz w:val="20"/>
            </w:rPr>
            <w:t>3</w:t>
          </w:r>
        </w:p>
        <w:p w14:paraId="7D272D07" w14:textId="77777777" w:rsidR="00484358" w:rsidRDefault="000033F3">
          <w:pPr>
            <w:pStyle w:val="ISOSecretObservations"/>
            <w:spacing w:before="60" w:after="60"/>
            <w:rPr>
              <w:bCs/>
              <w:sz w:val="20"/>
            </w:rPr>
          </w:pPr>
          <w:r w:rsidRPr="000033F3">
            <w:rPr>
              <w:b/>
              <w:i/>
              <w:lang w:val="en-US"/>
            </w:rPr>
            <w:t>International Vocabulary of Metrology (VIM), 4th edition</w:t>
          </w:r>
          <w:r w:rsidR="00484358" w:rsidRPr="00B116C1">
            <w:rPr>
              <w:b/>
              <w:i/>
              <w:lang w:val="en-US"/>
            </w:rPr>
            <w:t>.</w:t>
          </w:r>
        </w:p>
      </w:tc>
    </w:tr>
  </w:tbl>
  <w:p w14:paraId="45BF9C50" w14:textId="77777777" w:rsidR="00484358" w:rsidRPr="00595085" w:rsidRDefault="00484358" w:rsidP="00595085">
    <w:pPr>
      <w:rPr>
        <w:rFonts w:ascii="Times New Roman" w:hAnsi="Times New Roman"/>
        <w:sz w:val="20"/>
        <w:lang w:eastAsia="fr-FR"/>
      </w:rPr>
    </w:pPr>
  </w:p>
  <w:tbl>
    <w:tblPr>
      <w:tblW w:w="151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51"/>
      <w:gridCol w:w="810"/>
      <w:gridCol w:w="1080"/>
      <w:gridCol w:w="990"/>
      <w:gridCol w:w="4029"/>
      <w:gridCol w:w="4233"/>
      <w:gridCol w:w="2727"/>
    </w:tblGrid>
    <w:tr w:rsidR="00B530DF" w14:paraId="7F6EBEEF" w14:textId="77777777" w:rsidTr="00B530DF">
      <w:trPr>
        <w:cantSplit/>
        <w:jc w:val="center"/>
      </w:trPr>
      <w:tc>
        <w:tcPr>
          <w:tcW w:w="1251" w:type="dxa"/>
        </w:tcPr>
        <w:p w14:paraId="62DC7B08" w14:textId="77777777" w:rsidR="00B530DF" w:rsidRDefault="00B530DF" w:rsidP="0059508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bookmarkStart w:id="0" w:name="_Hlk60904734"/>
          <w:r>
            <w:rPr>
              <w:b/>
              <w:sz w:val="16"/>
            </w:rPr>
            <w:t>Member Organization</w:t>
          </w:r>
        </w:p>
      </w:tc>
      <w:tc>
        <w:tcPr>
          <w:tcW w:w="810" w:type="dxa"/>
        </w:tcPr>
        <w:p w14:paraId="3F68D72B" w14:textId="77777777" w:rsidR="00B530DF" w:rsidRDefault="00B530DF" w:rsidP="00B530DF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VIM entry</w:t>
          </w:r>
        </w:p>
      </w:tc>
      <w:tc>
        <w:tcPr>
          <w:tcW w:w="1080" w:type="dxa"/>
        </w:tcPr>
        <w:p w14:paraId="341370BA" w14:textId="77777777" w:rsidR="00B530DF" w:rsidRDefault="00B530DF" w:rsidP="00B530DF">
          <w:pPr>
            <w:keepLines/>
            <w:spacing w:before="100" w:line="190" w:lineRule="exac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Term/</w:t>
          </w:r>
        </w:p>
        <w:p w14:paraId="68D85CD2" w14:textId="77777777" w:rsidR="00B530DF" w:rsidRDefault="00B530DF" w:rsidP="00B530DF">
          <w:pPr>
            <w:keepLines/>
            <w:spacing w:line="190" w:lineRule="exac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Definition/</w:t>
          </w:r>
        </w:p>
        <w:p w14:paraId="4F6DC88B" w14:textId="77777777" w:rsidR="00B530DF" w:rsidRDefault="00B530DF" w:rsidP="00B530DF">
          <w:pPr>
            <w:keepLines/>
            <w:spacing w:line="190" w:lineRule="exac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Note/</w:t>
          </w:r>
        </w:p>
        <w:p w14:paraId="41B357AF" w14:textId="77777777" w:rsidR="00B530DF" w:rsidRPr="00395636" w:rsidRDefault="00B530DF" w:rsidP="00B530DF">
          <w:pPr>
            <w:keepLines/>
            <w:spacing w:line="190" w:lineRule="exac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Example</w:t>
          </w:r>
        </w:p>
      </w:tc>
      <w:tc>
        <w:tcPr>
          <w:tcW w:w="990" w:type="dxa"/>
        </w:tcPr>
        <w:p w14:paraId="1837B097" w14:textId="77777777" w:rsidR="00B530DF" w:rsidRDefault="00B530DF" w:rsidP="00395636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comment: General</w:t>
          </w:r>
          <w:r w:rsidR="003624BA">
            <w:rPr>
              <w:b/>
              <w:sz w:val="16"/>
            </w:rPr>
            <w:t>/</w:t>
          </w:r>
          <w:r>
            <w:rPr>
              <w:b/>
              <w:sz w:val="16"/>
            </w:rPr>
            <w:t xml:space="preserve"> Technical</w:t>
          </w:r>
          <w:r w:rsidR="003624BA">
            <w:rPr>
              <w:b/>
              <w:sz w:val="16"/>
            </w:rPr>
            <w:t>/</w:t>
          </w:r>
          <w:r>
            <w:rPr>
              <w:b/>
              <w:sz w:val="16"/>
            </w:rPr>
            <w:t xml:space="preserve"> Editorial</w:t>
          </w:r>
        </w:p>
      </w:tc>
      <w:tc>
        <w:tcPr>
          <w:tcW w:w="4029" w:type="dxa"/>
        </w:tcPr>
        <w:p w14:paraId="2B7E466E" w14:textId="77777777" w:rsidR="00B530DF" w:rsidRDefault="00B530DF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Comments</w:t>
          </w:r>
        </w:p>
      </w:tc>
      <w:tc>
        <w:tcPr>
          <w:tcW w:w="4233" w:type="dxa"/>
        </w:tcPr>
        <w:p w14:paraId="2660BEEE" w14:textId="77777777" w:rsidR="00B530DF" w:rsidRDefault="00B530DF" w:rsidP="00A64E75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2727" w:type="dxa"/>
        </w:tcPr>
        <w:p w14:paraId="6889898C" w14:textId="77777777" w:rsidR="00B530DF" w:rsidRDefault="00B530DF" w:rsidP="00B3346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JCGM-WG2 response</w:t>
          </w:r>
        </w:p>
      </w:tc>
    </w:tr>
    <w:bookmarkEnd w:id="0"/>
  </w:tbl>
  <w:p w14:paraId="569FD96C" w14:textId="77777777" w:rsidR="00484358" w:rsidRDefault="00484358">
    <w:pPr>
      <w:pStyle w:val="Header"/>
      <w:rPr>
        <w:sz w:val="2"/>
      </w:rPr>
    </w:pPr>
  </w:p>
  <w:p w14:paraId="4D64F527" w14:textId="77777777" w:rsidR="00484358" w:rsidRDefault="00484358">
    <w:pPr>
      <w:pStyle w:val="Header"/>
      <w:spacing w:line="14" w:lineRule="exact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4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484358" w14:paraId="046B7E77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37200E19" w14:textId="77777777" w:rsidR="00484358" w:rsidRDefault="00484358">
          <w:pPr>
            <w:pStyle w:val="ISOComments"/>
            <w:spacing w:before="60" w:after="60"/>
          </w:pPr>
          <w:r>
            <w:rPr>
              <w:rStyle w:val="MTEquationSection"/>
              <w:b/>
              <w:bCs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63C9A3C1" w14:textId="77777777" w:rsidR="00484358" w:rsidRDefault="00484358">
          <w:pPr>
            <w:pStyle w:val="ISOChange"/>
            <w:spacing w:before="60" w:after="60"/>
            <w:rPr>
              <w:bCs/>
            </w:rPr>
          </w:pPr>
          <w:r>
            <w:rPr>
              <w:bCs/>
            </w:rPr>
            <w:t xml:space="preserve">Date: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499C18AD" w14:textId="77777777" w:rsidR="00484358" w:rsidRDefault="00484358">
          <w:pPr>
            <w:pStyle w:val="ISOSecretObservations"/>
            <w:spacing w:before="60" w:after="60"/>
            <w:rPr>
              <w:bCs/>
            </w:rPr>
          </w:pPr>
          <w:r>
            <w:rPr>
              <w:bCs/>
            </w:rPr>
            <w:t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>ISO/</w:t>
          </w:r>
        </w:p>
      </w:tc>
    </w:tr>
  </w:tbl>
  <w:p w14:paraId="2ADF5800" w14:textId="77777777" w:rsidR="00484358" w:rsidRDefault="00484358">
    <w:pPr>
      <w:pStyle w:val="Header"/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484358" w14:paraId="63D04B2F" w14:textId="77777777">
      <w:trPr>
        <w:cantSplit/>
        <w:jc w:val="center"/>
      </w:trPr>
      <w:tc>
        <w:tcPr>
          <w:tcW w:w="539" w:type="dxa"/>
        </w:tcPr>
        <w:p w14:paraId="553FB763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86B446F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162D0648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5856B539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117326F9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09AADB14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7AA33FB7" w14:textId="77777777" w:rsidR="00484358" w:rsidRDefault="00484358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484358" w14:paraId="71695A9C" w14:textId="77777777">
      <w:trPr>
        <w:cantSplit/>
        <w:jc w:val="center"/>
      </w:trPr>
      <w:tc>
        <w:tcPr>
          <w:tcW w:w="539" w:type="dxa"/>
        </w:tcPr>
        <w:p w14:paraId="48E14615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bCs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054A5EB6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(e.g. 3.1, Table 2)</w:t>
          </w:r>
        </w:p>
      </w:tc>
      <w:tc>
        <w:tcPr>
          <w:tcW w:w="1134" w:type="dxa"/>
        </w:tcPr>
        <w:p w14:paraId="11201FBF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(e.g. Note 2)</w:t>
          </w:r>
        </w:p>
      </w:tc>
      <w:tc>
        <w:tcPr>
          <w:tcW w:w="709" w:type="dxa"/>
        </w:tcPr>
        <w:p w14:paraId="186E9BA2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bCs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65566FF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755D39F9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1485F088" w14:textId="77777777" w:rsidR="00484358" w:rsidRDefault="00484358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bCs/>
              <w:sz w:val="16"/>
            </w:rPr>
            <w:t>on each comment submitted</w:t>
          </w:r>
        </w:p>
      </w:tc>
    </w:tr>
  </w:tbl>
  <w:p w14:paraId="71C5FE44" w14:textId="77777777" w:rsidR="00484358" w:rsidRDefault="00484358">
    <w:pPr>
      <w:pStyle w:val="Header"/>
      <w:rPr>
        <w:sz w:val="2"/>
      </w:rPr>
    </w:pPr>
  </w:p>
  <w:p w14:paraId="53B8709C" w14:textId="77777777" w:rsidR="00484358" w:rsidRDefault="00484358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grammar="clean"/>
  <w:attachedTemplate r:id="rId1"/>
  <w:doNotTrackMoves/>
  <w:defaultTabStop w:val="851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O974ISO" w:val="-1"/>
  </w:docVars>
  <w:rsids>
    <w:rsidRoot w:val="004C6E8C"/>
    <w:rsid w:val="000033F3"/>
    <w:rsid w:val="000E0331"/>
    <w:rsid w:val="00143351"/>
    <w:rsid w:val="00236B36"/>
    <w:rsid w:val="002E4DC2"/>
    <w:rsid w:val="00314348"/>
    <w:rsid w:val="003624BA"/>
    <w:rsid w:val="00387E3D"/>
    <w:rsid w:val="00395636"/>
    <w:rsid w:val="003C6559"/>
    <w:rsid w:val="00415ECF"/>
    <w:rsid w:val="00441500"/>
    <w:rsid w:val="00484358"/>
    <w:rsid w:val="004C6E8C"/>
    <w:rsid w:val="00503E3A"/>
    <w:rsid w:val="00540C31"/>
    <w:rsid w:val="00595085"/>
    <w:rsid w:val="006300BC"/>
    <w:rsid w:val="006332C8"/>
    <w:rsid w:val="00633D58"/>
    <w:rsid w:val="006E1549"/>
    <w:rsid w:val="007E2E99"/>
    <w:rsid w:val="007F3945"/>
    <w:rsid w:val="00815BE6"/>
    <w:rsid w:val="00885823"/>
    <w:rsid w:val="00891C82"/>
    <w:rsid w:val="008B4E8B"/>
    <w:rsid w:val="008C248A"/>
    <w:rsid w:val="008D3A77"/>
    <w:rsid w:val="008F4365"/>
    <w:rsid w:val="00957F0F"/>
    <w:rsid w:val="00991C63"/>
    <w:rsid w:val="00995205"/>
    <w:rsid w:val="009D12C7"/>
    <w:rsid w:val="009F03EB"/>
    <w:rsid w:val="00A16159"/>
    <w:rsid w:val="00A52ABE"/>
    <w:rsid w:val="00A63938"/>
    <w:rsid w:val="00A64E75"/>
    <w:rsid w:val="00A666F5"/>
    <w:rsid w:val="00A67878"/>
    <w:rsid w:val="00AB455E"/>
    <w:rsid w:val="00AE60D1"/>
    <w:rsid w:val="00AF6315"/>
    <w:rsid w:val="00AF7C69"/>
    <w:rsid w:val="00B0714A"/>
    <w:rsid w:val="00B33460"/>
    <w:rsid w:val="00B530DF"/>
    <w:rsid w:val="00BF6B60"/>
    <w:rsid w:val="00C36BC7"/>
    <w:rsid w:val="00C90982"/>
    <w:rsid w:val="00CA5306"/>
    <w:rsid w:val="00D12D9D"/>
    <w:rsid w:val="00D147A8"/>
    <w:rsid w:val="00D31EC7"/>
    <w:rsid w:val="00D71F67"/>
    <w:rsid w:val="00D74D95"/>
    <w:rsid w:val="00DB12F9"/>
    <w:rsid w:val="00DB3E32"/>
    <w:rsid w:val="00DE136E"/>
    <w:rsid w:val="00E14349"/>
    <w:rsid w:val="00EC5739"/>
    <w:rsid w:val="00F45583"/>
    <w:rsid w:val="00F94361"/>
    <w:rsid w:val="00FA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ECE008"/>
  <w15:chartTrackingRefBased/>
  <w15:docId w15:val="{F1817169-D8F7-4EFB-BDC9-8E6FA88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semiHidden/>
  </w:style>
  <w:style w:type="paragraph" w:styleId="Footer">
    <w:name w:val="footer"/>
    <w:basedOn w:val="Normal"/>
    <w:semiHidden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semiHidden/>
    <w:rPr>
      <w:sz w:val="20"/>
    </w:rPr>
  </w:style>
  <w:style w:type="paragraph" w:customStyle="1" w:styleId="ISOCommType">
    <w:name w:val="ISO_Comm_Typ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mtequationsection0">
    <w:name w:val="mtequationsection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8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commentmd1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commentmd1template</Template>
  <TotalTime>11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CommentsOn</vt:lpstr>
      <vt:lpstr>CommentsOn</vt:lpstr>
    </vt:vector>
  </TitlesOfParts>
  <Company>ISO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CommentsOn</dc:title>
  <dc:subject/>
  <dc:creator>dow</dc:creator>
  <cp:keywords/>
  <dc:description>FORM (ISO)</dc:description>
  <cp:lastModifiedBy>Robert SITTON</cp:lastModifiedBy>
  <cp:revision>3</cp:revision>
  <cp:lastPrinted>2001-10-25T18:04:00Z</cp:lastPrinted>
  <dcterms:created xsi:type="dcterms:W3CDTF">2023-07-31T15:30:00Z</dcterms:created>
  <dcterms:modified xsi:type="dcterms:W3CDTF">2023-08-08T10:15:00Z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</Properties>
</file>